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</w:t>
      </w:r>
      <w:r w:rsidR="001549A1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Default="0071620A" w:rsidP="009E5C0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16565D">
        <w:rPr>
          <w:rFonts w:ascii="Corbel" w:hAnsi="Corbel"/>
          <w:b/>
          <w:smallCaps/>
          <w:sz w:val="24"/>
          <w:szCs w:val="24"/>
        </w:rPr>
        <w:t xml:space="preserve"> </w:t>
      </w:r>
      <w:r w:rsidR="009E5C0C">
        <w:rPr>
          <w:rFonts w:ascii="Corbel" w:hAnsi="Corbel"/>
          <w:b/>
          <w:smallCaps/>
          <w:sz w:val="24"/>
          <w:szCs w:val="24"/>
        </w:rPr>
        <w:t>20</w:t>
      </w:r>
      <w:r w:rsidR="00F35077">
        <w:rPr>
          <w:rFonts w:ascii="Corbel" w:hAnsi="Corbel"/>
          <w:b/>
          <w:smallCaps/>
          <w:sz w:val="24"/>
          <w:szCs w:val="24"/>
        </w:rPr>
        <w:t>2</w:t>
      </w:r>
      <w:r w:rsidR="0016565D">
        <w:rPr>
          <w:rFonts w:ascii="Corbel" w:hAnsi="Corbel"/>
          <w:b/>
          <w:smallCaps/>
          <w:sz w:val="24"/>
          <w:szCs w:val="24"/>
        </w:rPr>
        <w:t>3</w:t>
      </w:r>
      <w:r w:rsidR="009E5C0C">
        <w:rPr>
          <w:rFonts w:ascii="Corbel" w:hAnsi="Corbel"/>
          <w:b/>
          <w:smallCaps/>
          <w:sz w:val="24"/>
          <w:szCs w:val="24"/>
        </w:rPr>
        <w:t>-202</w:t>
      </w:r>
      <w:r w:rsidR="0016565D">
        <w:rPr>
          <w:rFonts w:ascii="Corbel" w:hAnsi="Corbel"/>
          <w:b/>
          <w:smallCaps/>
          <w:sz w:val="24"/>
          <w:szCs w:val="24"/>
        </w:rPr>
        <w:t>6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9E5C0C">
        <w:rPr>
          <w:rFonts w:ascii="Corbel" w:hAnsi="Corbel"/>
          <w:sz w:val="20"/>
          <w:szCs w:val="20"/>
        </w:rPr>
        <w:t>20</w:t>
      </w:r>
      <w:r w:rsidR="00F35077">
        <w:rPr>
          <w:rFonts w:ascii="Corbel" w:hAnsi="Corbel"/>
          <w:sz w:val="20"/>
          <w:szCs w:val="20"/>
        </w:rPr>
        <w:t>2</w:t>
      </w:r>
      <w:r w:rsidR="0016565D">
        <w:rPr>
          <w:rFonts w:ascii="Corbel" w:hAnsi="Corbel"/>
          <w:sz w:val="20"/>
          <w:szCs w:val="20"/>
        </w:rPr>
        <w:t>5-</w:t>
      </w:r>
      <w:r w:rsidR="00225811">
        <w:rPr>
          <w:rFonts w:ascii="Corbel" w:hAnsi="Corbel"/>
          <w:sz w:val="20"/>
          <w:szCs w:val="20"/>
        </w:rPr>
        <w:t>202</w:t>
      </w:r>
      <w:r w:rsidR="0016565D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B041A" w:rsidRDefault="00946C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B041A">
              <w:rPr>
                <w:rFonts w:ascii="Corbel" w:hAnsi="Corbel"/>
                <w:sz w:val="24"/>
                <w:szCs w:val="24"/>
              </w:rPr>
              <w:t xml:space="preserve">Profilaktyka </w:t>
            </w:r>
            <w:r w:rsidR="00FB72C0" w:rsidRPr="00CB041A">
              <w:rPr>
                <w:rFonts w:ascii="Corbel" w:hAnsi="Corbel"/>
                <w:sz w:val="24"/>
                <w:szCs w:val="24"/>
              </w:rPr>
              <w:t>środowiskowa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A6B5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A6B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A6B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B72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B32909">
              <w:rPr>
                <w:rFonts w:ascii="Corbel" w:hAnsi="Corbel"/>
                <w:b w:val="0"/>
                <w:sz w:val="24"/>
                <w:szCs w:val="24"/>
              </w:rPr>
              <w:t>, s</w:t>
            </w:r>
            <w:r w:rsidR="00CA6B53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32909">
              <w:rPr>
                <w:rFonts w:ascii="Corbel" w:hAnsi="Corbel"/>
                <w:b w:val="0"/>
                <w:sz w:val="24"/>
                <w:szCs w:val="24"/>
              </w:rPr>
              <w:t>ecjalność opiekuńczo- w</w:t>
            </w:r>
            <w:r>
              <w:rPr>
                <w:rFonts w:ascii="Corbel" w:hAnsi="Corbel"/>
                <w:b w:val="0"/>
                <w:sz w:val="24"/>
                <w:szCs w:val="24"/>
              </w:rPr>
              <w:t>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329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FB72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350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FB72C0">
              <w:rPr>
                <w:rFonts w:ascii="Corbel" w:hAnsi="Corbel"/>
                <w:b w:val="0"/>
                <w:sz w:val="24"/>
                <w:szCs w:val="24"/>
              </w:rPr>
              <w:t>iestacjonarn</w:t>
            </w:r>
            <w:r w:rsidR="00CA6B53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A6B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rok/ 5 i 6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350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FB72C0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350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B72C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CA6B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B72C0">
              <w:rPr>
                <w:rFonts w:ascii="Corbel" w:hAnsi="Corbel"/>
                <w:b w:val="0"/>
                <w:sz w:val="24"/>
                <w:szCs w:val="24"/>
              </w:rPr>
              <w:t>r Bernadeta Botwina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95BC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FB72C0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B72C0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25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i 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25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25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FB72C0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C41872">
        <w:rPr>
          <w:rFonts w:ascii="Corbel" w:hAnsi="Corbel"/>
          <w:smallCaps w:val="0"/>
          <w:szCs w:val="24"/>
        </w:rPr>
        <w:t xml:space="preserve">: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FB72C0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Zaliczenie zajęć z przedmiotów: teoretyczne podstawy kształcenia i</w:t>
            </w:r>
          </w:p>
          <w:p w:rsidR="0085747A" w:rsidRPr="00FB72C0" w:rsidRDefault="00F5030C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wychowania, wprowadzenie do</w:t>
            </w:r>
            <w:r w:rsidR="00FB72C0"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 metodologii badań pedagogicznych i diagnostyka pedagogiczna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FB72C0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FB72C0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Zdobycie wiedzy na temat potrzeby, zakresu oraz metod</w:t>
            </w:r>
          </w:p>
          <w:p w:rsidR="00FB72C0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rozpoznawania i przeciwdziałania negatywnym zjawiskom w</w:t>
            </w:r>
          </w:p>
          <w:p w:rsidR="00FB72C0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środowisku lokalnym; specyfiki wybranych programów</w:t>
            </w:r>
          </w:p>
          <w:p w:rsidR="00FB72C0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profilaktycznych adresowane do różnych grup wiekowych i społ. oraz</w:t>
            </w:r>
          </w:p>
          <w:p w:rsidR="0085747A" w:rsidRPr="00FB72C0" w:rsidRDefault="00FB72C0" w:rsidP="00FB72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B72C0">
              <w:rPr>
                <w:rFonts w:ascii="DejaVuSans" w:hAnsi="DejaVuSans" w:cs="DejaVuSans"/>
                <w:b w:val="0"/>
                <w:bCs/>
                <w:sz w:val="24"/>
                <w:szCs w:val="24"/>
              </w:rPr>
              <w:t>ogólnych zasad ich konstruowania i ewaluacji;</w:t>
            </w:r>
          </w:p>
        </w:tc>
      </w:tr>
      <w:tr w:rsidR="0085747A" w:rsidRPr="009C54AE" w:rsidTr="00FB72C0">
        <w:tc>
          <w:tcPr>
            <w:tcW w:w="843" w:type="dxa"/>
            <w:vAlign w:val="center"/>
          </w:tcPr>
          <w:p w:rsidR="0085747A" w:rsidRPr="009C54AE" w:rsidRDefault="00FB72C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FB72C0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Kształtowanie umiejętności wykorzystania zdobytej wiedzy</w:t>
            </w:r>
          </w:p>
          <w:p w:rsidR="00FB72C0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teoretycznej do projektowania działań profilaktycznych</w:t>
            </w:r>
          </w:p>
          <w:p w:rsidR="00FB72C0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środowiskowych wobec różnych grup wiekowych w wybranych</w:t>
            </w:r>
          </w:p>
          <w:p w:rsidR="0085747A" w:rsidRPr="00FB72C0" w:rsidRDefault="00FB72C0" w:rsidP="00FB72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B72C0">
              <w:rPr>
                <w:rFonts w:ascii="DejaVuSans" w:hAnsi="DejaVuSans" w:cs="DejaVuSans"/>
                <w:b w:val="0"/>
                <w:bCs/>
                <w:sz w:val="24"/>
                <w:szCs w:val="24"/>
              </w:rPr>
              <w:t>zakresach</w:t>
            </w:r>
          </w:p>
        </w:tc>
      </w:tr>
      <w:tr w:rsidR="0085747A" w:rsidRPr="009C54AE" w:rsidTr="00FB72C0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B72C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:rsidR="00FB72C0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Uświadamianie merytorycznej potrzeby zapobiegania negatywnym</w:t>
            </w:r>
          </w:p>
          <w:p w:rsidR="00FB72C0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zjawiskom w środowisku lokalnym oraz kształtowanie gotowości do</w:t>
            </w:r>
          </w:p>
          <w:p w:rsidR="0085747A" w:rsidRPr="00FB72C0" w:rsidRDefault="00FB72C0" w:rsidP="00FB72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B72C0">
              <w:rPr>
                <w:rFonts w:ascii="DejaVuSans" w:hAnsi="DejaVuSans" w:cs="DejaVuSans"/>
                <w:b w:val="0"/>
                <w:bCs/>
                <w:sz w:val="24"/>
                <w:szCs w:val="24"/>
              </w:rPr>
              <w:t>rozwijania kompetencji w tym zakresie;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DD1AC2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F5030C" w:rsidRPr="009C54AE" w:rsidRDefault="00AC7A7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1AC2" w:rsidRPr="006947AC" w:rsidTr="00DD1AC2">
        <w:tc>
          <w:tcPr>
            <w:tcW w:w="1679" w:type="dxa"/>
          </w:tcPr>
          <w:p w:rsidR="00DD1AC2" w:rsidRPr="006947AC" w:rsidRDefault="00DD1AC2" w:rsidP="00DD1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47A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947A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DD1AC2" w:rsidRPr="006947AC" w:rsidRDefault="00DD1AC2" w:rsidP="00DD1AC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Zdefiniuje pojęcie diagnozy i profilaktyki</w:t>
            </w:r>
          </w:p>
          <w:p w:rsidR="00DD1AC2" w:rsidRPr="006947AC" w:rsidRDefault="00DD1AC2" w:rsidP="00DD1AC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społecznej oraz środowiskowej, wskaże cele,</w:t>
            </w:r>
          </w:p>
          <w:p w:rsidR="00DD1AC2" w:rsidRPr="006947AC" w:rsidRDefault="00DD1AC2" w:rsidP="00DD1AC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poziomy i podmioty, rodzaje i przykłady</w:t>
            </w:r>
          </w:p>
          <w:p w:rsidR="00DD1AC2" w:rsidRPr="00DD1AC2" w:rsidRDefault="00DD1AC2" w:rsidP="00DD1AC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1AC2">
              <w:rPr>
                <w:rFonts w:ascii="Corbel" w:hAnsi="Corbel" w:cs="DejaVuSans"/>
                <w:b w:val="0"/>
                <w:bCs/>
                <w:smallCaps w:val="0"/>
                <w:szCs w:val="24"/>
                <w:lang w:eastAsia="pl-PL"/>
              </w:rPr>
              <w:t>programów profilaktycznych odnosząc je do różnych rodzajów struktur społecznych i instytucji życia społecznego</w:t>
            </w:r>
          </w:p>
        </w:tc>
        <w:tc>
          <w:tcPr>
            <w:tcW w:w="1865" w:type="dxa"/>
          </w:tcPr>
          <w:p w:rsidR="00DD1AC2" w:rsidRDefault="00DD1AC2" w:rsidP="00DD1AC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K_W07</w:t>
            </w:r>
          </w:p>
          <w:p w:rsidR="00DD1AC2" w:rsidRPr="006947AC" w:rsidRDefault="00DD1AC2" w:rsidP="00DD1AC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DD1AC2" w:rsidRPr="006947AC" w:rsidTr="00DD1AC2">
        <w:tc>
          <w:tcPr>
            <w:tcW w:w="1679" w:type="dxa"/>
          </w:tcPr>
          <w:p w:rsidR="00DD1AC2" w:rsidRPr="006947AC" w:rsidRDefault="00DD1AC2" w:rsidP="00DD1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47A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DD1AC2" w:rsidRPr="006947AC" w:rsidRDefault="00DD1AC2" w:rsidP="00DD1AC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Scharakteryzuje wybrane negatywne zjawiska i</w:t>
            </w:r>
          </w:p>
          <w:p w:rsidR="00DD1AC2" w:rsidRPr="006947AC" w:rsidRDefault="00DD1AC2" w:rsidP="00DD1AC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zagrożenia w środowisku lokalnym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zagrażające rozwojowi dzieci i młodzieży</w:t>
            </w:r>
          </w:p>
          <w:p w:rsidR="00DD1AC2" w:rsidRPr="006947AC" w:rsidRDefault="00DD1AC2" w:rsidP="00DD1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:rsidR="00DD1AC2" w:rsidRPr="00B95BC2" w:rsidRDefault="00DD1AC2" w:rsidP="00DD1AC2">
            <w:pPr>
              <w:rPr>
                <w:rFonts w:ascii="Corbel" w:hAnsi="Corbel"/>
                <w:sz w:val="24"/>
                <w:szCs w:val="24"/>
              </w:rPr>
            </w:pPr>
            <w:r w:rsidRPr="00B95BC2">
              <w:rPr>
                <w:rFonts w:ascii="Corbel" w:hAnsi="Corbel"/>
                <w:sz w:val="24"/>
                <w:szCs w:val="24"/>
              </w:rPr>
              <w:t>K_W09</w:t>
            </w:r>
          </w:p>
          <w:p w:rsidR="00DD1AC2" w:rsidRPr="00214DC2" w:rsidRDefault="00DD1AC2" w:rsidP="00DD1AC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DD1AC2" w:rsidRPr="006947AC" w:rsidTr="00DD1AC2">
        <w:tc>
          <w:tcPr>
            <w:tcW w:w="1679" w:type="dxa"/>
          </w:tcPr>
          <w:p w:rsidR="00DD1AC2" w:rsidRPr="006947AC" w:rsidRDefault="00DD1AC2" w:rsidP="00DD1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47A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95BC2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6947A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6" w:type="dxa"/>
          </w:tcPr>
          <w:p w:rsidR="00DD1AC2" w:rsidRPr="006947AC" w:rsidRDefault="00DD1AC2" w:rsidP="00DD1AC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Wykorzyst</w:t>
            </w:r>
            <w:r w:rsidR="00F5030C">
              <w:rPr>
                <w:rFonts w:ascii="Corbel" w:hAnsi="Corbel" w:cs="DejaVuSans"/>
                <w:sz w:val="24"/>
                <w:szCs w:val="24"/>
                <w:lang w:eastAsia="pl-PL"/>
              </w:rPr>
              <w:t>a</w:t>
            </w: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zdobytą wiedzę teoretyczną do</w:t>
            </w:r>
          </w:p>
          <w:p w:rsidR="00DD1AC2" w:rsidRPr="006947AC" w:rsidRDefault="00DD1AC2" w:rsidP="00DD1AC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r</w:t>
            </w: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ozpoznawania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analizy i oceny </w:t>
            </w: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negatywnych zjawisk oraz</w:t>
            </w:r>
          </w:p>
          <w:p w:rsidR="00DD1AC2" w:rsidRPr="006947AC" w:rsidRDefault="00DD1AC2" w:rsidP="00DD1AC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zagrożeń w środowisku lokalnym oraz</w:t>
            </w:r>
          </w:p>
          <w:p w:rsidR="00DD1AC2" w:rsidRPr="006947AC" w:rsidRDefault="00DD1AC2" w:rsidP="00DD1AC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projektowania działań profilaktycznych w</w:t>
            </w:r>
          </w:p>
          <w:p w:rsidR="00DD1AC2" w:rsidRPr="006947AC" w:rsidRDefault="00DD1AC2" w:rsidP="00DD1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47AC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wybranym zakresie;</w:t>
            </w:r>
          </w:p>
        </w:tc>
        <w:tc>
          <w:tcPr>
            <w:tcW w:w="1865" w:type="dxa"/>
          </w:tcPr>
          <w:p w:rsidR="00DD1AC2" w:rsidRPr="006947AC" w:rsidRDefault="00DD1AC2" w:rsidP="00DD1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DD1AC2" w:rsidRPr="006947AC" w:rsidTr="00DD1AC2">
        <w:tc>
          <w:tcPr>
            <w:tcW w:w="1679" w:type="dxa"/>
          </w:tcPr>
          <w:p w:rsidR="00DD1AC2" w:rsidRPr="006947AC" w:rsidRDefault="00DD1AC2" w:rsidP="00DD1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47A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95BC2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6947A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6" w:type="dxa"/>
          </w:tcPr>
          <w:p w:rsidR="00DD1AC2" w:rsidRPr="006947AC" w:rsidRDefault="00F5030C" w:rsidP="00DD1AC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Oceni</w:t>
            </w:r>
            <w:r w:rsidR="00DD1AC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krytycznie poziom swojej wiedzy w zakresie profilaktyki i przejawia motywację do samodoskonalenia</w:t>
            </w:r>
          </w:p>
        </w:tc>
        <w:tc>
          <w:tcPr>
            <w:tcW w:w="1865" w:type="dxa"/>
          </w:tcPr>
          <w:p w:rsidR="00DD1AC2" w:rsidRPr="006947AC" w:rsidRDefault="00DD1AC2" w:rsidP="00DD1A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6947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12BAF" w:rsidRDefault="00312BA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312BAF" w:rsidRDefault="00312BA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312BAF" w:rsidRDefault="00312BA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312BAF" w:rsidRDefault="00312BA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6947A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947AC">
        <w:rPr>
          <w:rFonts w:ascii="Corbel" w:hAnsi="Corbel"/>
          <w:b/>
          <w:sz w:val="24"/>
          <w:szCs w:val="24"/>
        </w:rPr>
        <w:t>3.3</w:t>
      </w:r>
      <w:r w:rsidR="0085747A" w:rsidRPr="006947AC">
        <w:rPr>
          <w:rFonts w:ascii="Corbel" w:hAnsi="Corbel"/>
          <w:b/>
          <w:sz w:val="24"/>
          <w:szCs w:val="24"/>
        </w:rPr>
        <w:t>T</w:t>
      </w:r>
      <w:r w:rsidR="001D7B54" w:rsidRPr="006947AC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6947A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947AC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6947A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Zajęcia organizacyjne – treści programowe, warunki zaliczenia, literatura,</w:t>
            </w:r>
          </w:p>
          <w:p w:rsidR="0085747A" w:rsidRPr="009C54AE" w:rsidRDefault="00AF099C" w:rsidP="00AF09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podstawowa terminologia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F09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Profilaktyka społeczna i środowiskowa – cele, poziomy, zakres.</w:t>
            </w:r>
          </w:p>
        </w:tc>
      </w:tr>
      <w:tr w:rsidR="0085747A" w:rsidRPr="009C54AE" w:rsidTr="00923D7D">
        <w:tc>
          <w:tcPr>
            <w:tcW w:w="9639" w:type="dxa"/>
          </w:tcPr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Rodzaje, modele, adresaci i realizatorzy działań profilaktycznych w</w:t>
            </w:r>
          </w:p>
          <w:p w:rsidR="0085747A" w:rsidRPr="009C54AE" w:rsidRDefault="00AF099C" w:rsidP="00AF09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środowisku lokalnym</w:t>
            </w:r>
          </w:p>
        </w:tc>
      </w:tr>
      <w:tr w:rsidR="00AF099C" w:rsidRPr="009C54AE" w:rsidTr="00923D7D">
        <w:tc>
          <w:tcPr>
            <w:tcW w:w="9639" w:type="dxa"/>
          </w:tcPr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Negatywne zjawiska i zachowania oraz zagrożenia w środowisku lokalnym –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przejawy, przyczyny, diagnozowanie.</w:t>
            </w:r>
          </w:p>
        </w:tc>
      </w:tr>
      <w:tr w:rsidR="00AF099C" w:rsidRPr="009C54AE" w:rsidTr="00923D7D">
        <w:tc>
          <w:tcPr>
            <w:tcW w:w="9639" w:type="dxa"/>
          </w:tcPr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Standardy programów profilaktycznych. Analiza wybranych przykładów na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terenie gmin i powiatów.</w:t>
            </w:r>
          </w:p>
        </w:tc>
      </w:tr>
      <w:tr w:rsidR="00AF099C" w:rsidRPr="009C54AE" w:rsidTr="00923D7D">
        <w:tc>
          <w:tcPr>
            <w:tcW w:w="9639" w:type="dxa"/>
          </w:tcPr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Etapy opracowywania programu profilaktyki środowiskowej. Wybór tematów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prac projektowych.</w:t>
            </w:r>
          </w:p>
        </w:tc>
      </w:tr>
      <w:tr w:rsidR="00AF099C" w:rsidRPr="009C54AE" w:rsidTr="00923D7D">
        <w:tc>
          <w:tcPr>
            <w:tcW w:w="9639" w:type="dxa"/>
          </w:tcPr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Diagnoza i jej wykorzystanie do projektowania działań profilaktycznych w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środowisku, przykłady.</w:t>
            </w:r>
          </w:p>
        </w:tc>
      </w:tr>
      <w:tr w:rsidR="00AF099C" w:rsidRPr="009C54AE" w:rsidTr="00923D7D">
        <w:tc>
          <w:tcPr>
            <w:tcW w:w="9639" w:type="dxa"/>
          </w:tcPr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Diagnoza i profilaktyka nowych negatywnych zjawisk i uzależnień w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środowiskach lokalnych oraz jej projektowanie</w:t>
            </w:r>
          </w:p>
        </w:tc>
      </w:tr>
      <w:tr w:rsidR="00AF099C" w:rsidRPr="009C54AE" w:rsidTr="00923D7D">
        <w:tc>
          <w:tcPr>
            <w:tcW w:w="9639" w:type="dxa"/>
          </w:tcPr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Kolokwium i zaliczenie prac projektowych.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14DC2" w:rsidRPr="001A278F" w:rsidRDefault="00214DC2" w:rsidP="00214DC2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1A278F">
        <w:rPr>
          <w:rFonts w:ascii="Corbel" w:hAnsi="Corbel"/>
          <w:b w:val="0"/>
          <w:iCs/>
          <w:smallCaps w:val="0"/>
          <w:szCs w:val="24"/>
        </w:rPr>
        <w:t xml:space="preserve">Ćwiczenia: analiza tekstów z dyskusją, metoda projektów </w:t>
      </w:r>
    </w:p>
    <w:p w:rsidR="00214DC2" w:rsidRDefault="00214DC2" w:rsidP="00214DC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DF25BB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DF25BB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DF25BB" w:rsidRDefault="00DF25BB" w:rsidP="009C54AE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>
              <w:rPr>
                <w:rFonts w:ascii="Calibri" w:hAnsi="Calibri"/>
                <w:b w:val="0"/>
                <w:smallCaps w:val="0"/>
                <w:szCs w:val="24"/>
              </w:rPr>
              <w:t>olokwium, praca projektowa</w:t>
            </w:r>
          </w:p>
        </w:tc>
        <w:tc>
          <w:tcPr>
            <w:tcW w:w="2117" w:type="dxa"/>
          </w:tcPr>
          <w:p w:rsidR="0085747A" w:rsidRPr="00DF25BB" w:rsidRDefault="00DF25BB" w:rsidP="009C54AE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DF25BB">
              <w:rPr>
                <w:rFonts w:ascii="Corbel" w:hAnsi="Corbel"/>
                <w:b w:val="0"/>
                <w:szCs w:val="24"/>
              </w:rPr>
              <w:t>ć</w:t>
            </w:r>
            <w:r w:rsidRPr="00DF25BB">
              <w:rPr>
                <w:rFonts w:ascii="Calibri" w:hAnsi="Calibri"/>
                <w:b w:val="0"/>
                <w:smallCaps w:val="0"/>
                <w:szCs w:val="24"/>
              </w:rPr>
              <w:t>wiczenia</w:t>
            </w:r>
          </w:p>
        </w:tc>
      </w:tr>
      <w:tr w:rsidR="00DF25BB" w:rsidRPr="009C54AE" w:rsidTr="00DF25BB">
        <w:tc>
          <w:tcPr>
            <w:tcW w:w="1962" w:type="dxa"/>
          </w:tcPr>
          <w:p w:rsidR="00DF25BB" w:rsidRPr="009C54AE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DF25BB" w:rsidRPr="009C54AE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>
              <w:rPr>
                <w:rFonts w:ascii="Calibri" w:hAnsi="Calibri"/>
                <w:b w:val="0"/>
                <w:smallCaps w:val="0"/>
                <w:szCs w:val="24"/>
              </w:rPr>
              <w:t>olokwium, praca projektowa</w:t>
            </w:r>
          </w:p>
        </w:tc>
        <w:tc>
          <w:tcPr>
            <w:tcW w:w="2117" w:type="dxa"/>
          </w:tcPr>
          <w:p w:rsidR="00DF25BB" w:rsidRPr="009C54AE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F25BB">
              <w:rPr>
                <w:rFonts w:ascii="Corbel" w:hAnsi="Corbel"/>
                <w:b w:val="0"/>
                <w:szCs w:val="24"/>
              </w:rPr>
              <w:t>ć</w:t>
            </w:r>
            <w:r w:rsidRPr="00DF25BB">
              <w:rPr>
                <w:rFonts w:ascii="Calibri" w:hAnsi="Calibri"/>
                <w:b w:val="0"/>
                <w:smallCaps w:val="0"/>
                <w:szCs w:val="24"/>
              </w:rPr>
              <w:t>wiczenia</w:t>
            </w:r>
          </w:p>
        </w:tc>
      </w:tr>
      <w:tr w:rsidR="00DF25BB" w:rsidRPr="009C54AE" w:rsidTr="00DF25BB">
        <w:tc>
          <w:tcPr>
            <w:tcW w:w="1962" w:type="dxa"/>
          </w:tcPr>
          <w:p w:rsidR="00DF25BB" w:rsidRPr="009C54AE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DF25BB" w:rsidRPr="009C54AE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>
              <w:rPr>
                <w:rFonts w:ascii="Calibri" w:hAnsi="Calibri"/>
                <w:b w:val="0"/>
                <w:smallCaps w:val="0"/>
                <w:szCs w:val="24"/>
              </w:rPr>
              <w:t>olokwium, praca projektowa</w:t>
            </w:r>
          </w:p>
        </w:tc>
        <w:tc>
          <w:tcPr>
            <w:tcW w:w="2117" w:type="dxa"/>
          </w:tcPr>
          <w:p w:rsidR="00DF25BB" w:rsidRPr="009C54AE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F25BB">
              <w:rPr>
                <w:rFonts w:ascii="Corbel" w:hAnsi="Corbel"/>
                <w:b w:val="0"/>
                <w:szCs w:val="24"/>
              </w:rPr>
              <w:t>ć</w:t>
            </w:r>
            <w:r w:rsidRPr="00DF25BB">
              <w:rPr>
                <w:rFonts w:ascii="Calibri" w:hAnsi="Calibri"/>
                <w:b w:val="0"/>
                <w:smallCaps w:val="0"/>
                <w:szCs w:val="24"/>
              </w:rPr>
              <w:t>wiczenia</w:t>
            </w:r>
          </w:p>
        </w:tc>
      </w:tr>
      <w:tr w:rsidR="00DF25BB" w:rsidRPr="009C54AE" w:rsidTr="00DF25BB">
        <w:tc>
          <w:tcPr>
            <w:tcW w:w="1962" w:type="dxa"/>
          </w:tcPr>
          <w:p w:rsidR="00DF25BB" w:rsidRPr="009C54AE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DF25BB" w:rsidRPr="009C54AE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>
              <w:rPr>
                <w:rFonts w:ascii="Calibri" w:hAnsi="Calibri"/>
                <w:b w:val="0"/>
                <w:smallCaps w:val="0"/>
                <w:szCs w:val="24"/>
              </w:rPr>
              <w:t>olokwium, praca projektowa</w:t>
            </w:r>
          </w:p>
        </w:tc>
        <w:tc>
          <w:tcPr>
            <w:tcW w:w="2117" w:type="dxa"/>
          </w:tcPr>
          <w:p w:rsidR="00DF25BB" w:rsidRPr="009C54AE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F25BB">
              <w:rPr>
                <w:rFonts w:ascii="Corbel" w:hAnsi="Corbel"/>
                <w:b w:val="0"/>
                <w:szCs w:val="24"/>
              </w:rPr>
              <w:t>ć</w:t>
            </w:r>
            <w:r w:rsidRPr="00DF25BB">
              <w:rPr>
                <w:rFonts w:ascii="Calibri" w:hAnsi="Calibri"/>
                <w:b w:val="0"/>
                <w:smallCaps w:val="0"/>
                <w:szCs w:val="24"/>
              </w:rPr>
              <w:t>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F25BB" w:rsidRDefault="00DF25BB" w:rsidP="00DF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lastRenderedPageBreak/>
              <w:t xml:space="preserve">Aktywny udział w zajęciach, pozytywna ocena z pracy projektowej </w:t>
            </w:r>
          </w:p>
          <w:p w:rsidR="00DF25BB" w:rsidRPr="00FB2151" w:rsidRDefault="00DF25BB" w:rsidP="00DF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oraz z </w:t>
            </w:r>
            <w:r w:rsidRPr="00FB2151">
              <w:rPr>
                <w:rFonts w:ascii="DejaVuSans" w:hAnsi="DejaVuSans" w:cs="DejaVuSans"/>
                <w:sz w:val="24"/>
                <w:szCs w:val="24"/>
                <w:lang w:eastAsia="pl-PL"/>
              </w:rPr>
              <w:t>kolokwium</w:t>
            </w:r>
          </w:p>
          <w:p w:rsidR="00DF25BB" w:rsidRPr="00FB2151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1549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1549A1">
              <w:t xml:space="preserve">  </w:t>
            </w:r>
            <w:bookmarkStart w:id="0" w:name="_GoBack"/>
            <w:bookmarkEnd w:id="0"/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FB4D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FB4D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B4DA7">
              <w:rPr>
                <w:rFonts w:ascii="Corbel" w:hAnsi="Corbel"/>
                <w:sz w:val="24"/>
                <w:szCs w:val="24"/>
              </w:rPr>
              <w:t>:</w:t>
            </w:r>
          </w:p>
          <w:p w:rsidR="00FB4DA7" w:rsidRDefault="00C61DC5" w:rsidP="00FB4DA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FB4DA7" w:rsidRDefault="00FB4DA7" w:rsidP="00FB4DA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F5030C">
              <w:rPr>
                <w:rFonts w:ascii="Corbel" w:hAnsi="Corbel"/>
                <w:sz w:val="24"/>
                <w:szCs w:val="24"/>
              </w:rPr>
              <w:t>do kolokwium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C61DC5" w:rsidRPr="009C54AE" w:rsidRDefault="00F5030C" w:rsidP="00FB4DA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FB4DA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:rsidR="00C61DC5" w:rsidRDefault="00FB4D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74</w:t>
            </w:r>
          </w:p>
          <w:p w:rsidR="00FB4DA7" w:rsidRDefault="00FB4D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FB4DA7" w:rsidRDefault="00FB4D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FB4DA7" w:rsidRDefault="00FB4D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FB4DA7" w:rsidRPr="009C54AE" w:rsidRDefault="00FB4D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351B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351B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F09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 dotyczy 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F09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Borzucka-Sitkiewicz</w:t>
            </w:r>
            <w:proofErr w:type="spellEnd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 K., Kowalczewska-Grabowska K.,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Profilaktyka społeczna: aspekty teoretyczno-metodyczne,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Katowice 2013.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Gaś Z. B.,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Profilaktyka. Procedury konstruowania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programów wczesnej interwencji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, Lublin 2000.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Szymańska J.,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Programy profilaktyczne. Podstawy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profesjonalnej profilaktyki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, Warszawa 2000.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Świątkiewicz G. (red.),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Profilaktyka w środowisku lokalnym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,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Warszawa 2002.</w:t>
            </w:r>
          </w:p>
          <w:p w:rsidR="00AF099C" w:rsidRP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-Oblique" w:hAnsi="DejaVuSans-Oblique" w:cs="DejaVuSans-Oblique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Szpringer</w:t>
            </w:r>
            <w:proofErr w:type="spellEnd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 M.,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 xml:space="preserve">Profilaktyka społeczna. Rodzina -Szkoła Środowisko Lokalne, </w:t>
            </w:r>
            <w:proofErr w:type="spellStart"/>
            <w:r w:rsidRPr="00AF099C">
              <w:rPr>
                <w:rFonts w:ascii="DejaVuSans-Oblique" w:hAnsi="DejaVuSans-Oblique" w:cs="DejaVuSans-Oblique"/>
                <w:sz w:val="24"/>
                <w:szCs w:val="24"/>
                <w:lang w:eastAsia="pl-PL"/>
              </w:rPr>
              <w:t>Kiielce</w:t>
            </w:r>
            <w:proofErr w:type="spellEnd"/>
            <w:r w:rsidRPr="00AF099C">
              <w:rPr>
                <w:rFonts w:ascii="DejaVuSans-Oblique" w:hAnsi="DejaVuSans-Oblique" w:cs="DejaVuSans-Oblique"/>
                <w:sz w:val="24"/>
                <w:szCs w:val="24"/>
                <w:lang w:eastAsia="pl-PL"/>
              </w:rPr>
              <w:t xml:space="preserve"> 2004.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F099C" w:rsidRPr="00772569" w:rsidRDefault="00772569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Gaś Z. B., </w:t>
            </w:r>
            <w:r>
              <w:rPr>
                <w:rFonts w:ascii="DejaVuSans" w:hAnsi="DejaVuSans" w:cs="DejaVuSans"/>
                <w:i/>
                <w:sz w:val="24"/>
                <w:szCs w:val="24"/>
                <w:lang w:eastAsia="pl-PL"/>
              </w:rPr>
              <w:t xml:space="preserve">Profilaktyka </w:t>
            </w:r>
            <w:proofErr w:type="spellStart"/>
            <w:r>
              <w:rPr>
                <w:rFonts w:ascii="DejaVuSans" w:hAnsi="DejaVuSans" w:cs="DejaVuSans"/>
                <w:i/>
                <w:sz w:val="24"/>
                <w:szCs w:val="24"/>
                <w:lang w:eastAsia="pl-PL"/>
              </w:rPr>
              <w:t>zachowań</w:t>
            </w:r>
            <w:proofErr w:type="spellEnd"/>
            <w:r>
              <w:rPr>
                <w:rFonts w:ascii="DejaVuSans" w:hAnsi="DejaVuSans" w:cs="DejaVuSans"/>
                <w:i/>
                <w:sz w:val="24"/>
                <w:szCs w:val="24"/>
                <w:lang w:eastAsia="pl-PL"/>
              </w:rPr>
              <w:t xml:space="preserve"> ryzykownych w teorii i praktyce, 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Lublin 2019.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Deptuła M. (red.),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Profilaktyka w grupach ryzyka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. Cz. 2,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lastRenderedPageBreak/>
              <w:t>Działania, Warszawa 2010.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Programy profilaktyczne wybranych gmin i powiatów</w:t>
            </w:r>
          </w:p>
          <w:p w:rsidR="00AF099C" w:rsidRPr="00AF099C" w:rsidRDefault="00AF099C" w:rsidP="00AF099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</w:pPr>
            <w:r w:rsidRPr="00AF099C">
              <w:rPr>
                <w:rFonts w:ascii="DejaVuSans" w:hAnsi="DejaVuSans" w:cs="DejaVuSans"/>
                <w:b w:val="0"/>
                <w:bCs/>
                <w:smallCaps w:val="0"/>
                <w:szCs w:val="24"/>
                <w:lang w:eastAsia="pl-PL"/>
              </w:rPr>
              <w:t>zawarte na stronach internetowych.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9A8" w:rsidRDefault="00A549A8" w:rsidP="00C16ABF">
      <w:pPr>
        <w:spacing w:after="0" w:line="240" w:lineRule="auto"/>
      </w:pPr>
      <w:r>
        <w:separator/>
      </w:r>
    </w:p>
  </w:endnote>
  <w:endnote w:type="continuationSeparator" w:id="0">
    <w:p w:rsidR="00A549A8" w:rsidRDefault="00A549A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9A8" w:rsidRDefault="00A549A8" w:rsidP="00C16ABF">
      <w:pPr>
        <w:spacing w:after="0" w:line="240" w:lineRule="auto"/>
      </w:pPr>
      <w:r>
        <w:separator/>
      </w:r>
    </w:p>
  </w:footnote>
  <w:footnote w:type="continuationSeparator" w:id="0">
    <w:p w:rsidR="00A549A8" w:rsidRDefault="00A549A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3211D2"/>
    <w:multiLevelType w:val="hybridMultilevel"/>
    <w:tmpl w:val="B5F4C2BA"/>
    <w:lvl w:ilvl="0" w:tplc="5BC884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E17852"/>
    <w:multiLevelType w:val="hybridMultilevel"/>
    <w:tmpl w:val="736689E2"/>
    <w:lvl w:ilvl="0" w:tplc="5BC884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49A1"/>
    <w:rsid w:val="001640A7"/>
    <w:rsid w:val="00164FA7"/>
    <w:rsid w:val="0016565D"/>
    <w:rsid w:val="00166A03"/>
    <w:rsid w:val="001718A7"/>
    <w:rsid w:val="001737CF"/>
    <w:rsid w:val="00174FDF"/>
    <w:rsid w:val="00176083"/>
    <w:rsid w:val="001770C7"/>
    <w:rsid w:val="00192F37"/>
    <w:rsid w:val="001A70D2"/>
    <w:rsid w:val="001D657B"/>
    <w:rsid w:val="001D7B54"/>
    <w:rsid w:val="001E0209"/>
    <w:rsid w:val="001F2CA2"/>
    <w:rsid w:val="0021148B"/>
    <w:rsid w:val="002144C0"/>
    <w:rsid w:val="00214DC2"/>
    <w:rsid w:val="0022477D"/>
    <w:rsid w:val="00225811"/>
    <w:rsid w:val="00226317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E2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BAF"/>
    <w:rsid w:val="003151C5"/>
    <w:rsid w:val="003343CF"/>
    <w:rsid w:val="003351BA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2639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1144"/>
    <w:rsid w:val="006620D9"/>
    <w:rsid w:val="00671958"/>
    <w:rsid w:val="00675843"/>
    <w:rsid w:val="006947AC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110"/>
    <w:rsid w:val="00724677"/>
    <w:rsid w:val="00725459"/>
    <w:rsid w:val="007327BD"/>
    <w:rsid w:val="00734608"/>
    <w:rsid w:val="00745302"/>
    <w:rsid w:val="007461D6"/>
    <w:rsid w:val="00746EC8"/>
    <w:rsid w:val="00752494"/>
    <w:rsid w:val="00763BF1"/>
    <w:rsid w:val="00766FD4"/>
    <w:rsid w:val="00772569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0C01"/>
    <w:rsid w:val="008449B3"/>
    <w:rsid w:val="0085747A"/>
    <w:rsid w:val="00864056"/>
    <w:rsid w:val="0088150A"/>
    <w:rsid w:val="00884922"/>
    <w:rsid w:val="00885F64"/>
    <w:rsid w:val="008917F9"/>
    <w:rsid w:val="008A45F7"/>
    <w:rsid w:val="008C0CC0"/>
    <w:rsid w:val="008C19A9"/>
    <w:rsid w:val="008C316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C55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E5C0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49A8"/>
    <w:rsid w:val="00A601C8"/>
    <w:rsid w:val="00A60799"/>
    <w:rsid w:val="00A84C85"/>
    <w:rsid w:val="00A9078A"/>
    <w:rsid w:val="00A97DE1"/>
    <w:rsid w:val="00AB053C"/>
    <w:rsid w:val="00AC7A79"/>
    <w:rsid w:val="00AD1146"/>
    <w:rsid w:val="00AD27D3"/>
    <w:rsid w:val="00AD66D6"/>
    <w:rsid w:val="00AE1160"/>
    <w:rsid w:val="00AE203C"/>
    <w:rsid w:val="00AE2E74"/>
    <w:rsid w:val="00AE5FCB"/>
    <w:rsid w:val="00AF099C"/>
    <w:rsid w:val="00AF2C1E"/>
    <w:rsid w:val="00B06142"/>
    <w:rsid w:val="00B135B1"/>
    <w:rsid w:val="00B3130B"/>
    <w:rsid w:val="00B3290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BC2"/>
    <w:rsid w:val="00BA5FBF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751"/>
    <w:rsid w:val="00C26CB7"/>
    <w:rsid w:val="00C324C1"/>
    <w:rsid w:val="00C36992"/>
    <w:rsid w:val="00C41872"/>
    <w:rsid w:val="00C51E4E"/>
    <w:rsid w:val="00C56036"/>
    <w:rsid w:val="00C61DC5"/>
    <w:rsid w:val="00C67E92"/>
    <w:rsid w:val="00C70A26"/>
    <w:rsid w:val="00C766DF"/>
    <w:rsid w:val="00C94B98"/>
    <w:rsid w:val="00CA08D1"/>
    <w:rsid w:val="00CA2B96"/>
    <w:rsid w:val="00CA5089"/>
    <w:rsid w:val="00CA6B53"/>
    <w:rsid w:val="00CB041A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33CB"/>
    <w:rsid w:val="00D552B2"/>
    <w:rsid w:val="00D608D1"/>
    <w:rsid w:val="00D74119"/>
    <w:rsid w:val="00D8075B"/>
    <w:rsid w:val="00D8678B"/>
    <w:rsid w:val="00DA1624"/>
    <w:rsid w:val="00DA2114"/>
    <w:rsid w:val="00DD1AC2"/>
    <w:rsid w:val="00DE09C0"/>
    <w:rsid w:val="00DE4A14"/>
    <w:rsid w:val="00DF25BB"/>
    <w:rsid w:val="00DF320D"/>
    <w:rsid w:val="00DF71C8"/>
    <w:rsid w:val="00E129B8"/>
    <w:rsid w:val="00E21E7D"/>
    <w:rsid w:val="00E22FBC"/>
    <w:rsid w:val="00E24BF5"/>
    <w:rsid w:val="00E25338"/>
    <w:rsid w:val="00E32E96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5077"/>
    <w:rsid w:val="00F5030C"/>
    <w:rsid w:val="00F526AF"/>
    <w:rsid w:val="00F617C3"/>
    <w:rsid w:val="00F7066B"/>
    <w:rsid w:val="00F83B28"/>
    <w:rsid w:val="00FA46E5"/>
    <w:rsid w:val="00FB4DA7"/>
    <w:rsid w:val="00FB72C0"/>
    <w:rsid w:val="00FB7DBA"/>
    <w:rsid w:val="00FC1C25"/>
    <w:rsid w:val="00FC3449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13AB3"/>
  <w15:docId w15:val="{105ACA2E-7DBF-46B8-B1CF-89FA8C906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CB7FC-67ED-4A98-A8C6-4345CE8D6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83</TotalTime>
  <Pages>5</Pages>
  <Words>875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2019-02-06T12:12:00Z</cp:lastPrinted>
  <dcterms:created xsi:type="dcterms:W3CDTF">2019-10-20T19:04:00Z</dcterms:created>
  <dcterms:modified xsi:type="dcterms:W3CDTF">2023-04-20T08:53:00Z</dcterms:modified>
</cp:coreProperties>
</file>